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23054" w:rsidR="006E5D65" w:rsidP="002D3375" w:rsidRDefault="00997F14" w14:paraId="10C79010" w14:textId="46739F2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23054">
        <w:rPr>
          <w:rFonts w:ascii="Corbel" w:hAnsi="Corbel"/>
          <w:b/>
          <w:bCs/>
          <w:sz w:val="24"/>
          <w:szCs w:val="24"/>
        </w:rPr>
        <w:t xml:space="preserve">   </w:t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CD6897">
        <w:rPr>
          <w:rFonts w:ascii="Corbel" w:hAnsi="Corbel"/>
          <w:b/>
          <w:bCs/>
          <w:sz w:val="24"/>
          <w:szCs w:val="24"/>
        </w:rPr>
        <w:tab/>
      </w:r>
      <w:r w:rsidRPr="00223054" w:rsidR="00D8678B">
        <w:rPr>
          <w:rFonts w:ascii="Corbel" w:hAnsi="Corbel"/>
          <w:bCs/>
          <w:i/>
          <w:sz w:val="24"/>
          <w:szCs w:val="24"/>
        </w:rPr>
        <w:t xml:space="preserve">Załącznik nr </w:t>
      </w:r>
      <w:r w:rsidRPr="00223054" w:rsidR="006F31E2">
        <w:rPr>
          <w:rFonts w:ascii="Corbel" w:hAnsi="Corbel"/>
          <w:bCs/>
          <w:i/>
          <w:sz w:val="24"/>
          <w:szCs w:val="24"/>
        </w:rPr>
        <w:t>1.5</w:t>
      </w:r>
      <w:r w:rsidRPr="00223054" w:rsidR="00D8678B">
        <w:rPr>
          <w:rFonts w:ascii="Corbel" w:hAnsi="Corbel"/>
          <w:bCs/>
          <w:i/>
          <w:sz w:val="24"/>
          <w:szCs w:val="24"/>
        </w:rPr>
        <w:t xml:space="preserve"> do Zarządzenia</w:t>
      </w:r>
      <w:r w:rsidRPr="00223054" w:rsidR="002A22BF">
        <w:rPr>
          <w:rFonts w:ascii="Corbel" w:hAnsi="Corbel"/>
          <w:bCs/>
          <w:i/>
          <w:sz w:val="24"/>
          <w:szCs w:val="24"/>
        </w:rPr>
        <w:t xml:space="preserve"> Rektora UR </w:t>
      </w:r>
      <w:r w:rsidRPr="00223054" w:rsidR="00CD6897">
        <w:rPr>
          <w:rFonts w:ascii="Corbel" w:hAnsi="Corbel"/>
          <w:bCs/>
          <w:i/>
          <w:sz w:val="24"/>
          <w:szCs w:val="24"/>
        </w:rPr>
        <w:t xml:space="preserve">nr </w:t>
      </w:r>
      <w:r w:rsidR="000F5DF4">
        <w:rPr>
          <w:rFonts w:ascii="Corbel" w:hAnsi="Corbel"/>
          <w:bCs/>
          <w:i/>
          <w:sz w:val="24"/>
          <w:szCs w:val="24"/>
        </w:rPr>
        <w:t>7</w:t>
      </w:r>
      <w:r w:rsidRPr="00223054" w:rsidR="00F17567">
        <w:rPr>
          <w:rFonts w:ascii="Corbel" w:hAnsi="Corbel"/>
          <w:bCs/>
          <w:i/>
          <w:sz w:val="24"/>
          <w:szCs w:val="24"/>
        </w:rPr>
        <w:t>/20</w:t>
      </w:r>
      <w:r w:rsidR="000F5DF4">
        <w:rPr>
          <w:rFonts w:ascii="Corbel" w:hAnsi="Corbel"/>
          <w:bCs/>
          <w:i/>
          <w:sz w:val="24"/>
          <w:szCs w:val="24"/>
        </w:rPr>
        <w:t>23</w:t>
      </w:r>
    </w:p>
    <w:p w:rsidRPr="00223054" w:rsidR="0085747A" w:rsidP="009C54AE" w:rsidRDefault="0085747A" w14:paraId="52EE5EC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SYLABUS</w:t>
      </w:r>
    </w:p>
    <w:p w:rsidRPr="00223054" w:rsidR="0085747A" w:rsidP="00EA4832" w:rsidRDefault="0071620A" w14:paraId="1DB79FAA" w14:textId="6A50351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054">
        <w:rPr>
          <w:rFonts w:ascii="Corbel" w:hAnsi="Corbel"/>
          <w:b/>
          <w:smallCaps/>
          <w:sz w:val="24"/>
          <w:szCs w:val="24"/>
        </w:rPr>
        <w:t>dotyczy cyklu kształcenia</w:t>
      </w:r>
      <w:r w:rsidRPr="00223054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544F36">
        <w:rPr>
          <w:rFonts w:ascii="Corbel" w:hAnsi="Corbel" w:eastAsia="Corbel" w:cs="Corbel"/>
          <w:i/>
          <w:sz w:val="24"/>
        </w:rPr>
        <w:t>202</w:t>
      </w:r>
      <w:r w:rsidR="00EC4C9D">
        <w:rPr>
          <w:rFonts w:ascii="Corbel" w:hAnsi="Corbel" w:eastAsia="Corbel" w:cs="Corbel"/>
          <w:i/>
          <w:sz w:val="24"/>
        </w:rPr>
        <w:t>4</w:t>
      </w:r>
      <w:r w:rsidR="00544F36">
        <w:rPr>
          <w:rFonts w:ascii="Corbel" w:hAnsi="Corbel" w:eastAsia="Corbel" w:cs="Corbel"/>
          <w:i/>
          <w:sz w:val="24"/>
        </w:rPr>
        <w:t>-202</w:t>
      </w:r>
      <w:r w:rsidR="00EC4C9D">
        <w:rPr>
          <w:rFonts w:ascii="Corbel" w:hAnsi="Corbel" w:eastAsia="Corbel" w:cs="Corbel"/>
          <w:i/>
          <w:sz w:val="24"/>
        </w:rPr>
        <w:t>7</w:t>
      </w:r>
    </w:p>
    <w:p w:rsidRPr="00223054" w:rsidR="0085747A" w:rsidP="00EA4832" w:rsidRDefault="00EA4832" w14:paraId="2874F149" w14:textId="42BD1B0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450FFCEB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450FFCEB" w:rsidR="0085747A">
        <w:rPr>
          <w:rFonts w:ascii="Corbel" w:hAnsi="Corbel"/>
          <w:i w:val="1"/>
          <w:iCs w:val="1"/>
          <w:sz w:val="24"/>
          <w:szCs w:val="24"/>
        </w:rPr>
        <w:t>(skrajne daty</w:t>
      </w:r>
      <w:r w:rsidRPr="450FFCEB" w:rsidR="0085747A">
        <w:rPr>
          <w:rFonts w:ascii="Corbel" w:hAnsi="Corbel"/>
          <w:sz w:val="24"/>
          <w:szCs w:val="24"/>
        </w:rPr>
        <w:t>)</w:t>
      </w:r>
    </w:p>
    <w:p w:rsidRPr="00223054" w:rsidR="00445970" w:rsidP="00EA4832" w:rsidRDefault="00445970" w14:paraId="29593DA9" w14:textId="0400418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ab/>
      </w:r>
      <w:r w:rsidR="00BF405A">
        <w:rPr>
          <w:rFonts w:ascii="Corbel" w:hAnsi="Corbel"/>
          <w:sz w:val="24"/>
          <w:szCs w:val="24"/>
        </w:rPr>
        <w:tab/>
      </w:r>
      <w:r w:rsidRPr="00223054">
        <w:rPr>
          <w:rFonts w:ascii="Corbel" w:hAnsi="Corbel"/>
          <w:sz w:val="24"/>
          <w:szCs w:val="24"/>
        </w:rPr>
        <w:t xml:space="preserve">Rok akademicki </w:t>
      </w:r>
      <w:r w:rsidR="00544F36">
        <w:rPr>
          <w:rFonts w:ascii="Corbel" w:hAnsi="Corbel" w:eastAsia="Corbel" w:cs="Corbel"/>
          <w:sz w:val="24"/>
        </w:rPr>
        <w:t>202</w:t>
      </w:r>
      <w:r w:rsidR="00EC4C9D">
        <w:rPr>
          <w:rFonts w:ascii="Corbel" w:hAnsi="Corbel" w:eastAsia="Corbel" w:cs="Corbel"/>
          <w:sz w:val="24"/>
        </w:rPr>
        <w:t>4</w:t>
      </w:r>
      <w:r w:rsidR="00544F36">
        <w:rPr>
          <w:rFonts w:ascii="Corbel" w:hAnsi="Corbel" w:eastAsia="Corbel" w:cs="Corbel"/>
          <w:sz w:val="24"/>
        </w:rPr>
        <w:t>/202</w:t>
      </w:r>
      <w:r w:rsidR="00EC4C9D">
        <w:rPr>
          <w:rFonts w:ascii="Corbel" w:hAnsi="Corbel" w:eastAsia="Corbel" w:cs="Corbel"/>
          <w:sz w:val="24"/>
        </w:rPr>
        <w:t>5</w:t>
      </w:r>
    </w:p>
    <w:p w:rsidRPr="00223054" w:rsidR="0085747A" w:rsidP="009C54AE" w:rsidRDefault="0085747A" w14:paraId="5F9F427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23054" w:rsidR="0085747A" w:rsidP="009C54AE" w:rsidRDefault="0071620A" w14:paraId="7BC52F9B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054">
        <w:rPr>
          <w:rFonts w:ascii="Corbel" w:hAnsi="Corbel"/>
          <w:szCs w:val="24"/>
        </w:rPr>
        <w:t xml:space="preserve">1. </w:t>
      </w:r>
      <w:r w:rsidRPr="00223054" w:rsidR="0085747A">
        <w:rPr>
          <w:rFonts w:ascii="Corbel" w:hAnsi="Corbel"/>
          <w:szCs w:val="24"/>
        </w:rPr>
        <w:t xml:space="preserve">Podstawowe </w:t>
      </w:r>
      <w:r w:rsidRPr="00223054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223054" w:rsidR="0085747A" w:rsidTr="450FFCEB" w14:paraId="7CC0A022" w14:textId="77777777">
        <w:tc>
          <w:tcPr>
            <w:tcW w:w="2694" w:type="dxa"/>
            <w:tcMar/>
            <w:vAlign w:val="center"/>
          </w:tcPr>
          <w:p w:rsidRPr="00223054" w:rsidR="0085747A" w:rsidP="009C54AE" w:rsidRDefault="00C05F44" w14:paraId="56C05AD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544F36" w:rsidR="0085747A" w:rsidP="009C54AE" w:rsidRDefault="0049302E" w14:paraId="2C6A155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44F36">
              <w:rPr>
                <w:rFonts w:ascii="Corbel" w:hAnsi="Corbel"/>
                <w:sz w:val="24"/>
                <w:szCs w:val="24"/>
              </w:rPr>
              <w:t>Etyka</w:t>
            </w:r>
          </w:p>
        </w:tc>
      </w:tr>
      <w:tr w:rsidRPr="00223054" w:rsidR="0085747A" w:rsidTr="450FFCEB" w14:paraId="361827DE" w14:textId="77777777">
        <w:tc>
          <w:tcPr>
            <w:tcW w:w="2694" w:type="dxa"/>
            <w:tcMar/>
            <w:vAlign w:val="center"/>
          </w:tcPr>
          <w:p w:rsidRPr="00223054" w:rsidR="0085747A" w:rsidP="009C54AE" w:rsidRDefault="00C05F44" w14:paraId="04CC452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Kod przedmiotu</w:t>
            </w:r>
            <w:r w:rsidRPr="00223054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shd w:val="clear" w:color="auto" w:fill="FFFFFF" w:themeFill="background1"/>
            <w:tcMar/>
            <w:vAlign w:val="center"/>
          </w:tcPr>
          <w:p w:rsidRPr="00223054" w:rsidR="0085747A" w:rsidP="00BB644B" w:rsidRDefault="00EC4C9D" w14:paraId="2B855B9C" w14:textId="7EA90FF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C9D">
              <w:rPr>
                <w:rFonts w:ascii="Corbel" w:hAnsi="Corbel"/>
                <w:b w:val="0"/>
                <w:sz w:val="24"/>
                <w:szCs w:val="24"/>
              </w:rPr>
              <w:t>P1S[1]P_02</w:t>
            </w:r>
          </w:p>
        </w:tc>
      </w:tr>
      <w:tr w:rsidRPr="00223054" w:rsidR="0085747A" w:rsidTr="450FFCEB" w14:paraId="5035581E" w14:textId="77777777">
        <w:tc>
          <w:tcPr>
            <w:tcW w:w="2694" w:type="dxa"/>
            <w:tcMar/>
            <w:vAlign w:val="center"/>
          </w:tcPr>
          <w:p w:rsidRPr="00223054" w:rsidR="0085747A" w:rsidP="00EA4832" w:rsidRDefault="00DD1A23" w14:paraId="57BE525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23054" w:rsidR="0085747A">
              <w:rPr>
                <w:rFonts w:ascii="Corbel" w:hAnsi="Corbel"/>
                <w:sz w:val="24"/>
                <w:szCs w:val="24"/>
              </w:rPr>
              <w:t>azwa</w:t>
            </w:r>
            <w:r w:rsidRPr="00223054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9C54AE" w:rsidRDefault="00EF0668" w14:paraId="3B6942D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223054" w:rsidR="0085747A" w:rsidTr="450FFCEB" w14:paraId="6596A0AF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29824A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EF0668" w:rsidRDefault="00F94060" w14:paraId="0682DE4B" w14:textId="208CFE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94060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223054" w:rsidR="0085747A" w:rsidTr="450FFCEB" w14:paraId="14FF602F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5E9F57A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EF0668" w:rsidRDefault="00EF0668" w14:paraId="21F37C97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223054" w:rsidR="00EF0668" w:rsidTr="450FFCEB" w14:paraId="1DE2E4DB" w14:textId="77777777">
        <w:tc>
          <w:tcPr>
            <w:tcW w:w="2694" w:type="dxa"/>
            <w:tcMar/>
            <w:vAlign w:val="center"/>
          </w:tcPr>
          <w:p w:rsidRPr="00223054" w:rsidR="00EF0668" w:rsidP="009C54AE" w:rsidRDefault="00EF0668" w14:paraId="2419AE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</w:tcPr>
          <w:p w:rsidRPr="00223054" w:rsidR="00EF0668" w:rsidP="00EF0668" w:rsidRDefault="00EF0668" w14:paraId="08541CD6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 stopnia</w:t>
            </w:r>
          </w:p>
        </w:tc>
      </w:tr>
      <w:tr w:rsidRPr="00223054" w:rsidR="00EF0668" w:rsidTr="450FFCEB" w14:paraId="0908003E" w14:textId="77777777">
        <w:tc>
          <w:tcPr>
            <w:tcW w:w="2694" w:type="dxa"/>
            <w:tcMar/>
            <w:vAlign w:val="center"/>
          </w:tcPr>
          <w:p w:rsidRPr="00223054" w:rsidR="00EF0668" w:rsidP="009C54AE" w:rsidRDefault="00EF0668" w14:paraId="2472785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</w:tcPr>
          <w:p w:rsidRPr="00223054" w:rsidR="00EF0668" w:rsidP="00EF0668" w:rsidRDefault="00EF0668" w14:paraId="568009E2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Pr="00223054" w:rsidR="00EF0668" w:rsidTr="450FFCEB" w14:paraId="18B23D3B" w14:textId="77777777">
        <w:tc>
          <w:tcPr>
            <w:tcW w:w="2694" w:type="dxa"/>
            <w:tcMar/>
            <w:vAlign w:val="center"/>
          </w:tcPr>
          <w:p w:rsidRPr="00223054" w:rsidR="00EF0668" w:rsidP="009C54AE" w:rsidRDefault="00EF0668" w14:paraId="12FDF58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shd w:val="clear" w:color="auto" w:fill="auto"/>
            <w:tcMar/>
          </w:tcPr>
          <w:p w:rsidRPr="00223054" w:rsidR="00EF0668" w:rsidP="00EF0668" w:rsidRDefault="00EF0668" w14:paraId="33C14649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Pr="00223054" w:rsidR="0085747A" w:rsidTr="450FFCEB" w14:paraId="27E49294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08E3CAB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Rok i semestr</w:t>
            </w:r>
            <w:r w:rsidRPr="00223054" w:rsidR="0030395F">
              <w:rPr>
                <w:rFonts w:ascii="Corbel" w:hAnsi="Corbel"/>
                <w:sz w:val="24"/>
                <w:szCs w:val="24"/>
              </w:rPr>
              <w:t>/y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223054" w:rsidR="0085747A" w:rsidP="00EF0668" w:rsidRDefault="00545EAB" w14:paraId="25E39C01" w14:textId="7E5C366F">
            <w:pPr>
              <w:pStyle w:val="Odpowiedzi"/>
              <w:spacing w:before="0" w:after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450FFCEB" w:rsidR="00545EA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Rok </w:t>
            </w:r>
            <w:r w:rsidRPr="450FFCEB" w:rsidR="00545EAB">
              <w:rPr>
                <w:rFonts w:ascii="Corbel" w:hAnsi="Corbel"/>
                <w:b w:val="0"/>
                <w:bCs w:val="0"/>
                <w:sz w:val="24"/>
                <w:szCs w:val="24"/>
              </w:rPr>
              <w:t>1, semestr</w:t>
            </w:r>
            <w:r w:rsidRPr="450FFCEB" w:rsidR="00545EA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I</w:t>
            </w:r>
          </w:p>
        </w:tc>
      </w:tr>
      <w:tr w:rsidRPr="00223054" w:rsidR="0085747A" w:rsidTr="450FFCEB" w14:paraId="3B161345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06D804C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223054" w:rsidR="0085747A" w:rsidP="00EF0668" w:rsidRDefault="00545EAB" w14:paraId="283CAF19" w14:textId="77777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Pr="00223054" w:rsidR="00923D7D" w:rsidTr="450FFCEB" w14:paraId="565D6480" w14:textId="77777777">
        <w:tc>
          <w:tcPr>
            <w:tcW w:w="2694" w:type="dxa"/>
            <w:tcMar/>
            <w:vAlign w:val="center"/>
          </w:tcPr>
          <w:p w:rsidRPr="00223054" w:rsidR="00923D7D" w:rsidP="009C54AE" w:rsidRDefault="00923D7D" w14:paraId="58EE18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223054" w:rsidR="00923D7D" w:rsidP="009C54AE" w:rsidRDefault="00EF0668" w14:paraId="41402F2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223054" w:rsidR="0085747A" w:rsidTr="450FFCEB" w14:paraId="289E1F7A" w14:textId="77777777">
        <w:tc>
          <w:tcPr>
            <w:tcW w:w="2694" w:type="dxa"/>
            <w:tcMar/>
            <w:vAlign w:val="center"/>
          </w:tcPr>
          <w:p w:rsidRPr="00223054" w:rsidR="0085747A" w:rsidP="009C54AE" w:rsidRDefault="0085747A" w14:paraId="57E555F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223054" w:rsidR="0085747A" w:rsidP="009C54AE" w:rsidRDefault="00FA4321" w14:paraId="141FF246" w14:textId="644A7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Ks. dr hab. W. Jedynak, prof. UR </w:t>
            </w:r>
          </w:p>
        </w:tc>
      </w:tr>
      <w:tr w:rsidRPr="00223054" w:rsidR="00FA4321" w:rsidTr="450FFCEB" w14:paraId="7CB01E7F" w14:textId="77777777">
        <w:tc>
          <w:tcPr>
            <w:tcW w:w="2694" w:type="dxa"/>
            <w:tcMar/>
            <w:vAlign w:val="center"/>
          </w:tcPr>
          <w:p w:rsidRPr="00223054" w:rsidR="00FA4321" w:rsidP="00FA4321" w:rsidRDefault="00FA4321" w14:paraId="552A601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223054" w:rsidR="00FA4321" w:rsidP="00FA4321" w:rsidRDefault="00FA4321" w14:paraId="55B4305C" w14:textId="2BD726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Ks. dr hab. W. Jedynak, prof. UR </w:t>
            </w:r>
          </w:p>
        </w:tc>
      </w:tr>
    </w:tbl>
    <w:p w:rsidRPr="00223054" w:rsidR="0085747A" w:rsidP="009C54AE" w:rsidRDefault="0085747A" w14:paraId="0B8EEF9E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450FFCEB" w:rsidR="0085747A">
        <w:rPr>
          <w:rFonts w:ascii="Corbel" w:hAnsi="Corbel"/>
          <w:sz w:val="24"/>
          <w:szCs w:val="24"/>
        </w:rPr>
        <w:t xml:space="preserve">* </w:t>
      </w:r>
      <w:r w:rsidRPr="450FFCEB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450FFCE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450FFCEB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450FFCEB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450FFCEB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450FFCEB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450FFCEB" w:rsidP="450FFCEB" w:rsidRDefault="450FFCEB" w14:paraId="4A06C80C" w14:textId="27E3F04B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223054" w:rsidR="0085747A" w:rsidP="009C54AE" w:rsidRDefault="0085747A" w14:paraId="4799F25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1.</w:t>
      </w:r>
      <w:r w:rsidRPr="00223054" w:rsidR="00E22FBC">
        <w:rPr>
          <w:rFonts w:ascii="Corbel" w:hAnsi="Corbel"/>
          <w:sz w:val="24"/>
          <w:szCs w:val="24"/>
        </w:rPr>
        <w:t>1</w:t>
      </w:r>
      <w:r w:rsidRPr="002230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223054" w:rsidR="00923D7D" w:rsidP="009C54AE" w:rsidRDefault="00923D7D" w14:paraId="77F22EB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223054" w:rsidR="00015B8F" w:rsidTr="450FFCEB" w14:paraId="3124A161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23054" w:rsidR="00015B8F" w:rsidP="009C54AE" w:rsidRDefault="00015B8F" w14:paraId="20F8320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Semestr</w:t>
            </w:r>
          </w:p>
          <w:p w:rsidRPr="00223054" w:rsidR="00015B8F" w:rsidP="009C54AE" w:rsidRDefault="002B5EA0" w14:paraId="6CA2F0F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(</w:t>
            </w:r>
            <w:r w:rsidRPr="00223054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9C54AE" w:rsidRDefault="00015B8F" w14:paraId="4202C15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Wykł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9C54AE" w:rsidRDefault="00015B8F" w14:paraId="7EC10F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9C54AE" w:rsidRDefault="00015B8F" w14:paraId="4F7813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Konw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9C54AE" w:rsidRDefault="00015B8F" w14:paraId="4C8EC52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015B8F" w14:paraId="1C2EEA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Sem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9C54AE" w:rsidRDefault="00015B8F" w14:paraId="4EF173D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9C54AE" w:rsidRDefault="00015B8F" w14:paraId="1FF5C4A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054">
              <w:rPr>
                <w:rFonts w:ascii="Corbel" w:hAnsi="Corbel"/>
                <w:szCs w:val="24"/>
              </w:rPr>
              <w:t>Prakt</w:t>
            </w:r>
            <w:proofErr w:type="spellEnd"/>
            <w:r w:rsidRPr="002230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9C54AE" w:rsidRDefault="00015B8F" w14:paraId="328590A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0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223054" w:rsidR="00015B8F" w:rsidP="009C54AE" w:rsidRDefault="00015B8F" w14:paraId="490A748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054">
              <w:rPr>
                <w:rFonts w:ascii="Corbel" w:hAnsi="Corbel"/>
                <w:b/>
                <w:szCs w:val="24"/>
              </w:rPr>
              <w:t>Liczba pkt</w:t>
            </w:r>
            <w:r w:rsidRPr="00223054" w:rsidR="00B90885">
              <w:rPr>
                <w:rFonts w:ascii="Corbel" w:hAnsi="Corbel"/>
                <w:b/>
                <w:szCs w:val="24"/>
              </w:rPr>
              <w:t>.</w:t>
            </w:r>
            <w:r w:rsidRPr="002230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223054" w:rsidR="00015B8F" w:rsidTr="450FFCEB" w14:paraId="24A0EA93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223054" w:rsidR="00015B8F" w:rsidP="009C54AE" w:rsidRDefault="00545EAB" w14:paraId="654FCD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EF0668" w14:paraId="4182B16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EF0668" w14:paraId="4DDC6E0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545EAB" w14:paraId="1C75991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EF0668" w14:paraId="667F216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EF0668" w14:paraId="36317E0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EF0668" w14:paraId="23BBC36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EF0668" w14:paraId="75452F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EF0668" w14:paraId="7A3641B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--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223054" w:rsidR="00015B8F" w:rsidP="009C54AE" w:rsidRDefault="00EF0668" w14:paraId="0E85231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23054" w:rsidR="00923D7D" w:rsidP="009C54AE" w:rsidRDefault="00923D7D" w14:paraId="477E4780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223054" w:rsidR="0085747A" w:rsidP="00F83B28" w:rsidRDefault="0085747A" w14:paraId="5289CDB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1.</w:t>
      </w:r>
      <w:r w:rsidRPr="00223054" w:rsidR="00E22FBC">
        <w:rPr>
          <w:rFonts w:ascii="Corbel" w:hAnsi="Corbel"/>
          <w:smallCaps w:val="0"/>
          <w:szCs w:val="24"/>
        </w:rPr>
        <w:t>2</w:t>
      </w:r>
      <w:r w:rsidRPr="00223054" w:rsidR="00F83B28">
        <w:rPr>
          <w:rFonts w:ascii="Corbel" w:hAnsi="Corbel"/>
          <w:smallCaps w:val="0"/>
          <w:szCs w:val="24"/>
        </w:rPr>
        <w:t>.</w:t>
      </w:r>
      <w:r w:rsidRPr="00223054" w:rsidR="00F83B28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 xml:space="preserve">Sposób realizacji zajęć  </w:t>
      </w:r>
    </w:p>
    <w:p w:rsidR="00544F36" w:rsidP="00F83B28" w:rsidRDefault="00544F36" w14:paraId="06379652" w14:textId="77777777">
      <w:pPr>
        <w:pStyle w:val="Punktygwne"/>
        <w:spacing w:before="0" w:after="0"/>
        <w:ind w:left="709"/>
        <w:rPr>
          <w:rFonts w:ascii="Corbel" w:hAnsi="Corbel" w:eastAsia="MS Gothic" w:cs="MS Gothic"/>
          <w:i/>
          <w:szCs w:val="24"/>
        </w:rPr>
      </w:pPr>
      <w:r>
        <w:rPr>
          <w:rFonts w:ascii="Corbel" w:hAnsi="Corbel" w:eastAsia="MS Gothic" w:cs="MS Gothic"/>
          <w:i/>
          <w:szCs w:val="24"/>
        </w:rPr>
        <w:t xml:space="preserve"> </w:t>
      </w:r>
    </w:p>
    <w:p w:rsidRPr="00223054" w:rsidR="0085747A" w:rsidP="00F83B28" w:rsidRDefault="00EF0668" w14:paraId="0BA5EBFB" w14:textId="5C2EB08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 w:eastAsia="MS Gothic" w:cs="MS Gothic"/>
          <w:i/>
          <w:szCs w:val="24"/>
        </w:rPr>
        <w:t>X</w:t>
      </w:r>
      <w:r w:rsidRPr="00223054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223054" w:rsidR="0085747A" w:rsidP="00F83B28" w:rsidRDefault="0085747A" w14:paraId="775AB16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054">
        <w:rPr>
          <w:rFonts w:hint="eastAsia" w:ascii="MS Gothic" w:hAnsi="MS Gothic" w:eastAsia="MS Gothic" w:cs="MS Gothic"/>
          <w:b w:val="0"/>
          <w:szCs w:val="24"/>
        </w:rPr>
        <w:t>☐</w:t>
      </w:r>
      <w:r w:rsidRPr="002230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223054" w:rsidR="0085747A" w:rsidP="009C54AE" w:rsidRDefault="0085747A" w14:paraId="6D53D51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223054" w:rsidR="00E22FBC" w:rsidP="00F83B28" w:rsidRDefault="00E22FBC" w14:paraId="4422C120" w14:textId="1BD8420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1.3 </w:t>
      </w:r>
      <w:r w:rsidRPr="00223054" w:rsidR="00F83B28">
        <w:rPr>
          <w:rFonts w:ascii="Corbel" w:hAnsi="Corbel"/>
          <w:smallCaps w:val="0"/>
          <w:szCs w:val="24"/>
        </w:rPr>
        <w:tab/>
      </w:r>
      <w:r w:rsidRPr="00223054">
        <w:rPr>
          <w:rFonts w:ascii="Corbel" w:hAnsi="Corbel"/>
          <w:smallCaps w:val="0"/>
          <w:szCs w:val="24"/>
        </w:rPr>
        <w:t>For</w:t>
      </w:r>
      <w:r w:rsidRPr="00223054" w:rsidR="00445970">
        <w:rPr>
          <w:rFonts w:ascii="Corbel" w:hAnsi="Corbel"/>
          <w:smallCaps w:val="0"/>
          <w:szCs w:val="24"/>
        </w:rPr>
        <w:t xml:space="preserve">ma zaliczenia przedmiotu </w:t>
      </w:r>
      <w:r w:rsidRPr="00223054">
        <w:rPr>
          <w:rFonts w:ascii="Corbel" w:hAnsi="Corbel"/>
          <w:smallCaps w:val="0"/>
          <w:szCs w:val="24"/>
        </w:rPr>
        <w:t xml:space="preserve">(z toku) </w:t>
      </w:r>
      <w:r w:rsidRPr="002230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44F36" w:rsidP="009C54AE" w:rsidRDefault="00544F36" w14:paraId="3043398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9C54AE" w:rsidP="009C54AE" w:rsidRDefault="00EF0668" w14:paraId="0457C684" w14:textId="35B307E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054">
        <w:rPr>
          <w:rFonts w:ascii="Corbel" w:hAnsi="Corbel"/>
          <w:b w:val="0"/>
          <w:szCs w:val="24"/>
        </w:rPr>
        <w:t>zaliczenie z oceną</w:t>
      </w:r>
    </w:p>
    <w:p w:rsidRPr="00223054" w:rsidR="00E960BB" w:rsidP="009C54AE" w:rsidRDefault="00E960BB" w14:paraId="366759E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35F16D67" w14:textId="1E02DF9D">
      <w:pPr>
        <w:pStyle w:val="Punktygwne"/>
        <w:spacing w:before="0" w:after="0"/>
        <w:rPr>
          <w:rFonts w:ascii="Corbel" w:hAnsi="Corbel"/>
          <w:szCs w:val="24"/>
        </w:rPr>
      </w:pPr>
      <w:r w:rsidRPr="00223054">
        <w:rPr>
          <w:rFonts w:ascii="Corbel" w:hAnsi="Corbel"/>
          <w:szCs w:val="24"/>
        </w:rPr>
        <w:t xml:space="preserve">2.Wymagania wstępne </w:t>
      </w:r>
    </w:p>
    <w:p w:rsidRPr="00223054" w:rsidR="00544F36" w:rsidP="009C54AE" w:rsidRDefault="00544F36" w14:paraId="6F494F4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745302" w14:paraId="7EDE7E1E" w14:textId="77777777">
        <w:tc>
          <w:tcPr>
            <w:tcW w:w="9670" w:type="dxa"/>
          </w:tcPr>
          <w:p w:rsidRPr="00223054" w:rsidR="0085747A" w:rsidP="009C54AE" w:rsidRDefault="00EF0668" w14:paraId="138560C7" w14:textId="511AD3D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filozoficzna na poziomie szkoły średniej</w:t>
            </w:r>
            <w:r w:rsidR="008F6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223054" w:rsidR="00153C41" w:rsidP="009C54AE" w:rsidRDefault="00153C41" w14:paraId="38993E3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23054" w:rsidR="0085747A" w:rsidP="450FFCEB" w:rsidRDefault="00544F36" w14:paraId="69F45416" w14:textId="493D8FD9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450FFCEB" w:rsidR="0071620A">
        <w:rPr>
          <w:rFonts w:ascii="Corbel" w:hAnsi="Corbel"/>
        </w:rPr>
        <w:lastRenderedPageBreak/>
        <w:t>3.</w:t>
      </w:r>
      <w:r w:rsidRPr="450FFCEB" w:rsidR="0085747A">
        <w:rPr>
          <w:rFonts w:ascii="Corbel" w:hAnsi="Corbel"/>
        </w:rPr>
        <w:t xml:space="preserve"> </w:t>
      </w:r>
      <w:r w:rsidRPr="450FFCEB" w:rsidR="00A84C85">
        <w:rPr>
          <w:rFonts w:ascii="Corbel" w:hAnsi="Corbel"/>
        </w:rPr>
        <w:t xml:space="preserve">cele, efekty uczenia </w:t>
      </w:r>
      <w:r w:rsidRPr="450FFCEB" w:rsidR="00A84C85">
        <w:rPr>
          <w:rFonts w:ascii="Corbel" w:hAnsi="Corbel"/>
        </w:rPr>
        <w:t>się</w:t>
      </w:r>
      <w:r w:rsidRPr="450FFCEB" w:rsidR="0085747A">
        <w:rPr>
          <w:rFonts w:ascii="Corbel" w:hAnsi="Corbel"/>
        </w:rPr>
        <w:t xml:space="preserve">,</w:t>
      </w:r>
      <w:r w:rsidRPr="450FFCEB" w:rsidR="0085747A">
        <w:rPr>
          <w:rFonts w:ascii="Corbel" w:hAnsi="Corbel"/>
        </w:rPr>
        <w:t xml:space="preserve"> treści Programowe i stosowane metody Dydaktyczne</w:t>
      </w:r>
    </w:p>
    <w:p w:rsidRPr="00223054" w:rsidR="0085747A" w:rsidP="009C54AE" w:rsidRDefault="0085747A" w14:paraId="5D4AD23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223054" w:rsidR="0085747A" w:rsidP="009C54AE" w:rsidRDefault="0071620A" w14:paraId="1A6F7C59" w14:textId="77777777">
      <w:pPr>
        <w:pStyle w:val="Podpunkty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3.1 </w:t>
      </w:r>
      <w:r w:rsidRPr="00223054" w:rsidR="00C05F44">
        <w:rPr>
          <w:rFonts w:ascii="Corbel" w:hAnsi="Corbel"/>
          <w:sz w:val="24"/>
          <w:szCs w:val="24"/>
        </w:rPr>
        <w:t>Cele przedmiotu</w:t>
      </w:r>
    </w:p>
    <w:p w:rsidRPr="00223054" w:rsidR="00F83B28" w:rsidP="009C54AE" w:rsidRDefault="00F83B28" w14:paraId="4202192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223054" w:rsidR="0085747A" w:rsidTr="00923D7D" w14:paraId="034879C6" w14:textId="77777777">
        <w:tc>
          <w:tcPr>
            <w:tcW w:w="851" w:type="dxa"/>
            <w:vAlign w:val="center"/>
          </w:tcPr>
          <w:p w:rsidRPr="00223054" w:rsidR="0085747A" w:rsidP="009C54AE" w:rsidRDefault="0085747A" w14:paraId="658CD20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23054" w:rsidR="0085747A" w:rsidP="009C54AE" w:rsidRDefault="00EF0668" w14:paraId="66631C7B" w14:textId="57C1E8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Wprowadzenie do etyki i wnioskowania etycznego</w:t>
            </w:r>
            <w:r w:rsidR="008F686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223054" w:rsidR="0085747A" w:rsidTr="00923D7D" w14:paraId="3AF0376A" w14:textId="77777777">
        <w:tc>
          <w:tcPr>
            <w:tcW w:w="851" w:type="dxa"/>
            <w:vAlign w:val="center"/>
          </w:tcPr>
          <w:p w:rsidRPr="00223054" w:rsidR="0085747A" w:rsidP="009C54AE" w:rsidRDefault="00EF0668" w14:paraId="0E74414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23054" w:rsidR="0085747A" w:rsidP="009C54AE" w:rsidRDefault="00EF0668" w14:paraId="1CF9EC70" w14:textId="431F91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Zapoznanie z głównymi prądami etycznymi</w:t>
            </w:r>
            <w:r w:rsidR="008F686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223054" w:rsidR="0085747A" w:rsidTr="00923D7D" w14:paraId="4A620264" w14:textId="77777777">
        <w:tc>
          <w:tcPr>
            <w:tcW w:w="851" w:type="dxa"/>
            <w:vAlign w:val="center"/>
          </w:tcPr>
          <w:p w:rsidRPr="00223054" w:rsidR="0085747A" w:rsidP="009C54AE" w:rsidRDefault="00EF0668" w14:paraId="2C8AB63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23054" w:rsidR="0085747A" w:rsidP="00EF0668" w:rsidRDefault="00EF0668" w14:paraId="607D84F1" w14:textId="30C94C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054">
              <w:rPr>
                <w:rFonts w:ascii="Corbel" w:hAnsi="Corbel"/>
                <w:b w:val="0"/>
                <w:sz w:val="24"/>
                <w:szCs w:val="24"/>
              </w:rPr>
              <w:t>Zastosowanie zasad etycznych w pracy zawodowej</w:t>
            </w:r>
            <w:r w:rsidR="008F686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Pr="00223054" w:rsidR="0085747A" w:rsidP="009C54AE" w:rsidRDefault="0085747A" w14:paraId="2D02A54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223054" w:rsidR="001D7B54" w:rsidP="009C54AE" w:rsidRDefault="009F4610" w14:paraId="598C2ED2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3.2 </w:t>
      </w:r>
      <w:r w:rsidRPr="00223054" w:rsidR="001D7B54">
        <w:rPr>
          <w:rFonts w:ascii="Corbel" w:hAnsi="Corbel"/>
          <w:b/>
          <w:sz w:val="24"/>
          <w:szCs w:val="24"/>
        </w:rPr>
        <w:t xml:space="preserve">Efekty </w:t>
      </w:r>
      <w:r w:rsidRPr="00223054" w:rsidR="00C05F44">
        <w:rPr>
          <w:rFonts w:ascii="Corbel" w:hAnsi="Corbel"/>
          <w:b/>
          <w:sz w:val="24"/>
          <w:szCs w:val="24"/>
        </w:rPr>
        <w:t xml:space="preserve">uczenia się </w:t>
      </w:r>
      <w:r w:rsidRPr="00223054" w:rsidR="001D7B54">
        <w:rPr>
          <w:rFonts w:ascii="Corbel" w:hAnsi="Corbel"/>
          <w:b/>
          <w:sz w:val="24"/>
          <w:szCs w:val="24"/>
        </w:rPr>
        <w:t>dla przedmiotu</w:t>
      </w:r>
      <w:r w:rsidRPr="00223054" w:rsidR="00445970">
        <w:rPr>
          <w:rFonts w:ascii="Corbel" w:hAnsi="Corbel"/>
          <w:sz w:val="24"/>
          <w:szCs w:val="24"/>
        </w:rPr>
        <w:t xml:space="preserve"> </w:t>
      </w:r>
    </w:p>
    <w:p w:rsidRPr="00223054" w:rsidR="001D7B54" w:rsidP="009C54AE" w:rsidRDefault="001D7B54" w14:paraId="71ED22C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223054" w:rsidR="0085747A" w:rsidTr="0071620A" w14:paraId="41F58BC9" w14:textId="77777777">
        <w:tc>
          <w:tcPr>
            <w:tcW w:w="1701" w:type="dxa"/>
            <w:vAlign w:val="center"/>
          </w:tcPr>
          <w:p w:rsidRPr="00223054" w:rsidR="0085747A" w:rsidP="009C54AE" w:rsidRDefault="0085747A" w14:paraId="315CFD9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smallCaps w:val="0"/>
                <w:szCs w:val="24"/>
              </w:rPr>
              <w:t>EK</w:t>
            </w:r>
            <w:r w:rsidRPr="00223054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223054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223054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223054" w:rsidR="0085747A" w:rsidP="00C05F44" w:rsidRDefault="0085747A" w14:paraId="577A8D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223054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223054" w:rsidR="0085747A" w:rsidP="00C05F44" w:rsidRDefault="0085747A" w14:paraId="1380742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23054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223054" w:rsidR="0085747A" w:rsidTr="00545EAB" w14:paraId="3CCAC984" w14:textId="77777777">
        <w:tc>
          <w:tcPr>
            <w:tcW w:w="1701" w:type="dxa"/>
          </w:tcPr>
          <w:p w:rsidRPr="00223054" w:rsidR="0085747A" w:rsidP="009C54AE" w:rsidRDefault="0085747A" w14:paraId="040062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Pr="00223054" w:rsidR="0085747A" w:rsidP="008F686A" w:rsidRDefault="00545EAB" w14:paraId="1DD58932" w14:textId="38CC9F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Student zna i rozumie zasady i normy etyczne oraz etykę zawodu pracownika socjalnego</w:t>
            </w:r>
          </w:p>
        </w:tc>
        <w:tc>
          <w:tcPr>
            <w:tcW w:w="1873" w:type="dxa"/>
            <w:vAlign w:val="center"/>
          </w:tcPr>
          <w:p w:rsidRPr="00223054" w:rsidR="0085747A" w:rsidP="00545EAB" w:rsidRDefault="00545EAB" w14:paraId="23FD058D" w14:textId="68A37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223054" w:rsidR="0085747A" w:rsidTr="00545EAB" w14:paraId="02A2BD38" w14:textId="77777777">
        <w:tc>
          <w:tcPr>
            <w:tcW w:w="1701" w:type="dxa"/>
          </w:tcPr>
          <w:p w:rsidRPr="00223054" w:rsidR="0085747A" w:rsidP="009C54AE" w:rsidRDefault="0085747A" w14:paraId="4AA197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223054" w:rsidR="0085747A" w:rsidP="008F686A" w:rsidRDefault="00545EAB" w14:paraId="344C8528" w14:textId="2BDDFA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Student potrafi samodzielnie posługiwać się normami i regułami moralnymi w celu rozwiązania konkretnych zadań z zakresu pracy socjalnej odwołując się do </w:t>
            </w:r>
            <w:r w:rsidR="00DD1A23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odeksu etyczn</w:t>
            </w:r>
            <w:r w:rsidR="00DD1A23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8F686A">
              <w:rPr>
                <w:rFonts w:ascii="Corbel" w:hAnsi="Corbel"/>
                <w:b w:val="0"/>
                <w:smallCaps w:val="0"/>
                <w:szCs w:val="24"/>
              </w:rPr>
              <w:t xml:space="preserve"> zawodu pracownika socjalnego, 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a także wykorzystywać wiedzę do ro</w:t>
            </w:r>
            <w:r w:rsidR="008F686A">
              <w:rPr>
                <w:rFonts w:ascii="Corbel" w:hAnsi="Corbel"/>
                <w:b w:val="0"/>
                <w:smallCaps w:val="0"/>
                <w:szCs w:val="24"/>
              </w:rPr>
              <w:t>zstrzygania dylematów etycznych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 pojawiających się w pracy zawodowej</w:t>
            </w:r>
          </w:p>
        </w:tc>
        <w:tc>
          <w:tcPr>
            <w:tcW w:w="1873" w:type="dxa"/>
            <w:vAlign w:val="center"/>
          </w:tcPr>
          <w:p w:rsidRPr="00223054" w:rsidR="0085747A" w:rsidP="00545EAB" w:rsidRDefault="00545EAB" w14:paraId="769D1104" w14:textId="6464A1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5, 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6, 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Pr="00223054" w:rsidR="0085747A" w:rsidTr="00545EAB" w14:paraId="71BADDDC" w14:textId="77777777">
        <w:tc>
          <w:tcPr>
            <w:tcW w:w="1701" w:type="dxa"/>
          </w:tcPr>
          <w:p w:rsidRPr="00223054" w:rsidR="0085747A" w:rsidP="009C54AE" w:rsidRDefault="00545EAB" w14:paraId="3841BD13" w14:textId="235BCE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01AE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223054" w:rsidR="0085747A" w:rsidP="008F686A" w:rsidRDefault="00545EAB" w14:paraId="4CFF506E" w14:textId="743BAA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Student posiada kompetencje do rozstrzygania kwestii etycznych zawodu pracownika socjalnego</w:t>
            </w:r>
          </w:p>
        </w:tc>
        <w:tc>
          <w:tcPr>
            <w:tcW w:w="1873" w:type="dxa"/>
            <w:vAlign w:val="center"/>
          </w:tcPr>
          <w:p w:rsidRPr="00223054" w:rsidR="0085747A" w:rsidP="00545EAB" w:rsidRDefault="00545EAB" w14:paraId="79BD6439" w14:textId="566798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6596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2305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</w:tbl>
    <w:p w:rsidRPr="00223054" w:rsidR="0085747A" w:rsidP="009C54AE" w:rsidRDefault="0085747A" w14:paraId="28DE243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85747A" w:rsidP="009C54AE" w:rsidRDefault="00675843" w14:paraId="6D1FAC4A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>3.3</w:t>
      </w:r>
      <w:r w:rsidRPr="00223054" w:rsidR="001D7B54">
        <w:rPr>
          <w:rFonts w:ascii="Corbel" w:hAnsi="Corbel"/>
          <w:b/>
          <w:sz w:val="24"/>
          <w:szCs w:val="24"/>
        </w:rPr>
        <w:t xml:space="preserve"> </w:t>
      </w:r>
      <w:r w:rsidRPr="00223054" w:rsidR="0085747A">
        <w:rPr>
          <w:rFonts w:ascii="Corbel" w:hAnsi="Corbel"/>
          <w:b/>
          <w:sz w:val="24"/>
          <w:szCs w:val="24"/>
        </w:rPr>
        <w:t>T</w:t>
      </w:r>
      <w:r w:rsidRPr="00223054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223054" w:rsidR="007327BD">
        <w:rPr>
          <w:rFonts w:ascii="Corbel" w:hAnsi="Corbel"/>
          <w:sz w:val="24"/>
          <w:szCs w:val="24"/>
        </w:rPr>
        <w:t xml:space="preserve">  </w:t>
      </w:r>
    </w:p>
    <w:p w:rsidRPr="00223054" w:rsidR="0085747A" w:rsidP="009C54AE" w:rsidRDefault="0085747A" w14:paraId="73218512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 xml:space="preserve">Problematyka wykładu </w:t>
      </w:r>
    </w:p>
    <w:p w:rsidRPr="00223054" w:rsidR="00675843" w:rsidP="009C54AE" w:rsidRDefault="00675843" w14:paraId="67FAFCD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544F36" w14:paraId="2B2494FC" w14:textId="77777777">
        <w:tc>
          <w:tcPr>
            <w:tcW w:w="9520" w:type="dxa"/>
          </w:tcPr>
          <w:p w:rsidRPr="00223054" w:rsidR="0085747A" w:rsidP="009C54AE" w:rsidRDefault="0085747A" w14:paraId="22C2EDAC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223054" w:rsidR="0085747A" w:rsidTr="00544F36" w14:paraId="4B02B912" w14:textId="77777777">
        <w:tc>
          <w:tcPr>
            <w:tcW w:w="9520" w:type="dxa"/>
          </w:tcPr>
          <w:p w:rsidRPr="00223054" w:rsidR="0085747A" w:rsidP="009C54AE" w:rsidRDefault="00544F36" w14:paraId="3574558C" w14:textId="1F4BE7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223054" w:rsidR="0085747A" w:rsidP="009C54AE" w:rsidRDefault="0085747A" w14:paraId="78F16282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223054" w:rsidR="0085747A" w:rsidP="009C54AE" w:rsidRDefault="0085747A" w14:paraId="5F5CFDC0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054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223054" w:rsidR="009F4610">
        <w:rPr>
          <w:rFonts w:ascii="Corbel" w:hAnsi="Corbel"/>
          <w:sz w:val="24"/>
          <w:szCs w:val="24"/>
        </w:rPr>
        <w:t xml:space="preserve">, </w:t>
      </w:r>
      <w:r w:rsidRPr="00223054">
        <w:rPr>
          <w:rFonts w:ascii="Corbel" w:hAnsi="Corbel"/>
          <w:sz w:val="24"/>
          <w:szCs w:val="24"/>
        </w:rPr>
        <w:t xml:space="preserve">zajęć praktycznych </w:t>
      </w:r>
    </w:p>
    <w:p w:rsidRPr="00223054" w:rsidR="0085747A" w:rsidP="009C54AE" w:rsidRDefault="0085747A" w14:paraId="0D7F9794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923D7D" w14:paraId="197A0091" w14:textId="77777777">
        <w:tc>
          <w:tcPr>
            <w:tcW w:w="9639" w:type="dxa"/>
          </w:tcPr>
          <w:p w:rsidRPr="00223054" w:rsidR="0085747A" w:rsidP="009C54AE" w:rsidRDefault="0085747A" w14:paraId="72E6C0A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Pr="00223054" w:rsidR="0085747A" w:rsidTr="00923D7D" w14:paraId="2972B4A6" w14:textId="77777777">
        <w:tc>
          <w:tcPr>
            <w:tcW w:w="9639" w:type="dxa"/>
          </w:tcPr>
          <w:p w:rsidRPr="00223054" w:rsidR="0085747A" w:rsidP="00DD1A23" w:rsidRDefault="00AC4425" w14:paraId="7874872D" w14:textId="0E71F9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jako nauka</w:t>
            </w:r>
            <w:r w:rsidR="00DD1A23">
              <w:rPr>
                <w:rFonts w:ascii="Corbel" w:hAnsi="Corbel"/>
                <w:sz w:val="24"/>
                <w:szCs w:val="24"/>
              </w:rPr>
              <w:t>, wnioskowanie</w:t>
            </w:r>
            <w:r w:rsidRPr="00223054">
              <w:rPr>
                <w:rFonts w:ascii="Corbel" w:hAnsi="Corbel"/>
                <w:sz w:val="24"/>
                <w:szCs w:val="24"/>
              </w:rPr>
              <w:t xml:space="preserve"> etyczne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223054" w:rsidR="0085747A" w:rsidTr="00923D7D" w14:paraId="12377E17" w14:textId="77777777">
        <w:tc>
          <w:tcPr>
            <w:tcW w:w="9639" w:type="dxa"/>
          </w:tcPr>
          <w:p w:rsidRPr="00223054" w:rsidR="0085747A" w:rsidP="009C54AE" w:rsidRDefault="00351D74" w14:paraId="3088FBFA" w14:textId="05BBCE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</w:t>
            </w:r>
            <w:r w:rsidRPr="00223054" w:rsidR="00AC4425">
              <w:rPr>
                <w:rFonts w:ascii="Corbel" w:hAnsi="Corbel"/>
                <w:sz w:val="24"/>
                <w:szCs w:val="24"/>
              </w:rPr>
              <w:t xml:space="preserve"> szkoły i prądy etyczne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223054" w:rsidR="0085747A" w:rsidTr="00923D7D" w14:paraId="1CF7DDDD" w14:textId="77777777">
        <w:tc>
          <w:tcPr>
            <w:tcW w:w="9639" w:type="dxa"/>
          </w:tcPr>
          <w:p w:rsidRPr="00223054" w:rsidR="0085747A" w:rsidP="009C54AE" w:rsidRDefault="00AC4425" w14:paraId="75ECEAC7" w14:textId="03464B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ogólna a etyka szczegółowa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223054" w:rsidR="00AC4425" w:rsidTr="00923D7D" w14:paraId="6A6EDBEB" w14:textId="77777777">
        <w:tc>
          <w:tcPr>
            <w:tcW w:w="9639" w:type="dxa"/>
          </w:tcPr>
          <w:p w:rsidRPr="00223054" w:rsidR="00AC4425" w:rsidP="009C54AE" w:rsidRDefault="00AC4425" w14:paraId="6C072DA4" w14:textId="5827FE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 xml:space="preserve">Etyka ogólna a </w:t>
            </w:r>
            <w:r w:rsidR="00DD1A23">
              <w:rPr>
                <w:rFonts w:ascii="Corbel" w:hAnsi="Corbel"/>
                <w:sz w:val="24"/>
                <w:szCs w:val="24"/>
              </w:rPr>
              <w:t>e</w:t>
            </w:r>
            <w:r w:rsidRPr="00223054">
              <w:rPr>
                <w:rFonts w:ascii="Corbel" w:hAnsi="Corbel"/>
                <w:sz w:val="24"/>
                <w:szCs w:val="24"/>
              </w:rPr>
              <w:t>tyka zawodowa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223054" w:rsidR="00AC4425" w:rsidTr="00923D7D" w14:paraId="7116CC3F" w14:textId="77777777">
        <w:tc>
          <w:tcPr>
            <w:tcW w:w="9639" w:type="dxa"/>
          </w:tcPr>
          <w:p w:rsidRPr="00223054" w:rsidR="00AC4425" w:rsidP="009C54AE" w:rsidRDefault="00AC4425" w14:paraId="39F7C394" w14:textId="7A1EF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Etyka w pracy pracownika socjalnego</w:t>
            </w:r>
            <w:r w:rsidR="003522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223054" w:rsidR="0085747A" w:rsidP="009C54AE" w:rsidRDefault="0085747A" w14:paraId="12A671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223054" w:rsidR="0085747A" w:rsidP="009C54AE" w:rsidRDefault="009F4610" w14:paraId="16636C7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>3.4 Metody dydaktyczne</w:t>
      </w:r>
      <w:r w:rsidRPr="00223054">
        <w:rPr>
          <w:rFonts w:ascii="Corbel" w:hAnsi="Corbel"/>
          <w:b w:val="0"/>
          <w:smallCaps w:val="0"/>
          <w:szCs w:val="24"/>
        </w:rPr>
        <w:t xml:space="preserve"> </w:t>
      </w:r>
    </w:p>
    <w:p w:rsidR="00544F36" w:rsidP="009C54AE" w:rsidRDefault="00544F36" w14:paraId="04DA95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223054" w14:paraId="7F43CAD1" w14:textId="14BF2A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Praca w grupach, dyskusja sokratejska</w:t>
      </w:r>
    </w:p>
    <w:p w:rsidRPr="00223054" w:rsidR="0085747A" w:rsidP="009C54AE" w:rsidRDefault="0085747A" w14:paraId="66C8B4B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544F36" w14:paraId="3CCA26B3" w14:textId="70D41F3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223054" w:rsidR="00C61DC5">
        <w:rPr>
          <w:rFonts w:ascii="Corbel" w:hAnsi="Corbel"/>
          <w:smallCaps w:val="0"/>
          <w:szCs w:val="24"/>
        </w:rPr>
        <w:lastRenderedPageBreak/>
        <w:t xml:space="preserve">4. </w:t>
      </w:r>
      <w:r w:rsidRPr="00223054" w:rsidR="0085747A">
        <w:rPr>
          <w:rFonts w:ascii="Corbel" w:hAnsi="Corbel"/>
          <w:smallCaps w:val="0"/>
          <w:szCs w:val="24"/>
        </w:rPr>
        <w:t>METODY I KRYTERIA OCENY</w:t>
      </w:r>
      <w:r w:rsidRPr="00223054" w:rsidR="009F4610">
        <w:rPr>
          <w:rFonts w:ascii="Corbel" w:hAnsi="Corbel"/>
          <w:smallCaps w:val="0"/>
          <w:szCs w:val="24"/>
        </w:rPr>
        <w:t xml:space="preserve"> </w:t>
      </w:r>
    </w:p>
    <w:p w:rsidRPr="00223054" w:rsidR="00923D7D" w:rsidP="009C54AE" w:rsidRDefault="00923D7D" w14:paraId="323B86C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223054" w:rsidR="0085747A" w:rsidP="009C54AE" w:rsidRDefault="0085747A" w14:paraId="30AE73C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4.1 Sposoby weryfikacji efektów </w:t>
      </w:r>
      <w:r w:rsidRPr="00223054" w:rsidR="00C05F44">
        <w:rPr>
          <w:rFonts w:ascii="Corbel" w:hAnsi="Corbel"/>
          <w:smallCaps w:val="0"/>
          <w:szCs w:val="24"/>
        </w:rPr>
        <w:t>uczenia się</w:t>
      </w:r>
    </w:p>
    <w:p w:rsidRPr="00223054" w:rsidR="0085747A" w:rsidP="009C54AE" w:rsidRDefault="0085747A" w14:paraId="2F9BAFC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Pr="00223054" w:rsidR="0085747A" w:rsidTr="00C05F44" w14:paraId="2E701055" w14:textId="77777777">
        <w:tc>
          <w:tcPr>
            <w:tcW w:w="1985" w:type="dxa"/>
            <w:vAlign w:val="center"/>
          </w:tcPr>
          <w:p w:rsidRPr="00223054" w:rsidR="0085747A" w:rsidP="009C54AE" w:rsidRDefault="0071620A" w14:paraId="02B3E2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223054" w:rsidR="0085747A" w:rsidP="009C54AE" w:rsidRDefault="00F974DA" w14:paraId="49F8B3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223054" w:rsidR="0085747A" w:rsidP="009C54AE" w:rsidRDefault="009F4610" w14:paraId="650F4AA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223054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223054" w:rsidR="00923D7D" w:rsidP="009C54AE" w:rsidRDefault="0085747A" w14:paraId="16AFD7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223054" w:rsidR="0085747A" w:rsidP="009C54AE" w:rsidRDefault="0085747A" w14:paraId="72EAA2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0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223054" w:rsidR="007455E1" w:rsidTr="007455E1" w14:paraId="788F2263" w14:textId="77777777">
        <w:tc>
          <w:tcPr>
            <w:tcW w:w="1985" w:type="dxa"/>
          </w:tcPr>
          <w:p w:rsidRPr="00223054" w:rsidR="007455E1" w:rsidP="009C54AE" w:rsidRDefault="007455E1" w14:paraId="1C2F50F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0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0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Merge w:val="restart"/>
            <w:vAlign w:val="center"/>
          </w:tcPr>
          <w:p w:rsidRPr="00223054" w:rsidR="007455E1" w:rsidP="007455E1" w:rsidRDefault="00AA1C99" w14:paraId="5E42D8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1C99">
              <w:rPr>
                <w:rFonts w:ascii="Corbel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Pr="00AA1C99">
              <w:rPr>
                <w:rFonts w:ascii="Corbel" w:hAnsi="Corbel"/>
                <w:b w:val="0"/>
                <w:szCs w:val="24"/>
              </w:rPr>
              <w:t xml:space="preserve"> </w:t>
            </w:r>
            <w:r w:rsidRPr="00AA1C99" w:rsidR="007455E1">
              <w:rPr>
                <w:rFonts w:ascii="Corbel" w:hAnsi="Corbel"/>
                <w:b w:val="0"/>
                <w:caps/>
                <w:smallCaps w:val="0"/>
                <w:szCs w:val="24"/>
              </w:rPr>
              <w:t>Kolokwium końcowe</w:t>
            </w:r>
          </w:p>
        </w:tc>
        <w:tc>
          <w:tcPr>
            <w:tcW w:w="2126" w:type="dxa"/>
            <w:vMerge w:val="restart"/>
            <w:vAlign w:val="center"/>
          </w:tcPr>
          <w:p w:rsidRPr="00223054" w:rsidR="007455E1" w:rsidP="007455E1" w:rsidRDefault="007455E1" w14:paraId="4566170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223054" w:rsidR="007455E1" w:rsidTr="00C05F44" w14:paraId="050AE8B2" w14:textId="77777777">
        <w:tc>
          <w:tcPr>
            <w:tcW w:w="1985" w:type="dxa"/>
          </w:tcPr>
          <w:p w:rsidRPr="00223054" w:rsidR="007455E1" w:rsidP="009C54AE" w:rsidRDefault="007455E1" w14:paraId="262739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Merge/>
          </w:tcPr>
          <w:p w:rsidRPr="00223054" w:rsidR="007455E1" w:rsidP="009C54AE" w:rsidRDefault="007455E1" w14:paraId="49E562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223054" w:rsidR="007455E1" w:rsidP="009C54AE" w:rsidRDefault="007455E1" w14:paraId="0002C34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223054" w:rsidR="007455E1" w:rsidTr="00C05F44" w14:paraId="2C16B82C" w14:textId="77777777">
        <w:tc>
          <w:tcPr>
            <w:tcW w:w="1985" w:type="dxa"/>
          </w:tcPr>
          <w:p w:rsidRPr="00223054" w:rsidR="007455E1" w:rsidP="009C54AE" w:rsidRDefault="007455E1" w14:paraId="0E8D9CF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0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:rsidRPr="00223054" w:rsidR="007455E1" w:rsidP="009C54AE" w:rsidRDefault="007455E1" w14:paraId="69CBFF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  <w:vMerge/>
          </w:tcPr>
          <w:p w:rsidRPr="00223054" w:rsidR="007455E1" w:rsidP="009C54AE" w:rsidRDefault="007455E1" w14:paraId="522337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223054" w:rsidR="00923D7D" w:rsidP="009C54AE" w:rsidRDefault="00923D7D" w14:paraId="7EA4404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3E1941" w14:paraId="7E43E5B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4.2 </w:t>
      </w:r>
      <w:r w:rsidRPr="00223054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223054" w:rsidR="00923D7D">
        <w:rPr>
          <w:rFonts w:ascii="Corbel" w:hAnsi="Corbel"/>
          <w:smallCaps w:val="0"/>
          <w:szCs w:val="24"/>
        </w:rPr>
        <w:t xml:space="preserve"> </w:t>
      </w:r>
    </w:p>
    <w:p w:rsidRPr="00223054" w:rsidR="00923D7D" w:rsidP="009C54AE" w:rsidRDefault="00923D7D" w14:paraId="0DD1C2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223054" w:rsidR="0085747A" w:rsidTr="00923D7D" w14:paraId="7F1A81CE" w14:textId="77777777">
        <w:tc>
          <w:tcPr>
            <w:tcW w:w="9670" w:type="dxa"/>
          </w:tcPr>
          <w:p w:rsidRPr="00223054" w:rsidR="0085747A" w:rsidP="009C54AE" w:rsidRDefault="007455E1" w14:paraId="08ECCA53" w14:textId="50940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Zaliczenie kolokwium końcowego (min. 50% punktów +1)</w:t>
            </w:r>
          </w:p>
        </w:tc>
      </w:tr>
    </w:tbl>
    <w:p w:rsidRPr="00223054" w:rsidR="0085747A" w:rsidP="009C54AE" w:rsidRDefault="0085747A" w14:paraId="36F2A9C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9F4610" w:rsidP="009C54AE" w:rsidRDefault="0085747A" w14:paraId="16673CF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054">
        <w:rPr>
          <w:rFonts w:ascii="Corbel" w:hAnsi="Corbel"/>
          <w:b/>
          <w:sz w:val="24"/>
          <w:szCs w:val="24"/>
        </w:rPr>
        <w:t xml:space="preserve">5. </w:t>
      </w:r>
      <w:r w:rsidRPr="00223054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223054" w:rsidR="0085747A" w:rsidP="009C54AE" w:rsidRDefault="0085747A" w14:paraId="1199854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223054" w:rsidR="0085747A" w:rsidTr="003E1941" w14:paraId="5C207475" w14:textId="77777777">
        <w:tc>
          <w:tcPr>
            <w:tcW w:w="4962" w:type="dxa"/>
            <w:vAlign w:val="center"/>
          </w:tcPr>
          <w:p w:rsidRPr="00223054" w:rsidR="0085747A" w:rsidP="009C54AE" w:rsidRDefault="00C61DC5" w14:paraId="499AB03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223054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223054" w:rsidR="0085747A" w:rsidP="009C54AE" w:rsidRDefault="00C61DC5" w14:paraId="4E66E30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223054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23054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230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223054" w:rsidR="0085747A" w:rsidTr="00923D7D" w14:paraId="735A1CF7" w14:textId="77777777">
        <w:tc>
          <w:tcPr>
            <w:tcW w:w="4962" w:type="dxa"/>
          </w:tcPr>
          <w:p w:rsidRPr="00223054" w:rsidR="0085747A" w:rsidP="009C54AE" w:rsidRDefault="00C61DC5" w14:paraId="6420A270" w14:textId="59FD6F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</w:t>
            </w:r>
            <w:r w:rsidRPr="00223054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23054" w:rsidR="003F205D">
              <w:rPr>
                <w:rFonts w:ascii="Corbel" w:hAnsi="Corbel"/>
                <w:sz w:val="24"/>
                <w:szCs w:val="24"/>
              </w:rPr>
              <w:t>z </w:t>
            </w:r>
            <w:r w:rsidRPr="00223054"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2305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223054" w:rsidR="0085747A" w:rsidP="007455E1" w:rsidRDefault="007455E1" w14:paraId="53049F2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223054" w:rsidR="00C61DC5" w:rsidTr="00923D7D" w14:paraId="058B8AA8" w14:textId="77777777">
        <w:tc>
          <w:tcPr>
            <w:tcW w:w="4962" w:type="dxa"/>
          </w:tcPr>
          <w:p w:rsidRPr="00223054" w:rsidR="00C61DC5" w:rsidP="009C54AE" w:rsidRDefault="00C61DC5" w14:paraId="6316175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Pr="00223054"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223054" w:rsidR="00C61DC5" w:rsidP="009C54AE" w:rsidRDefault="00C61DC5" w14:paraId="618ADF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223054" w:rsidR="00C61DC5" w:rsidP="007455E1" w:rsidRDefault="007455E1" w14:paraId="27BFD64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223054" w:rsidR="00C61DC5" w:rsidTr="00923D7D" w14:paraId="610C0E89" w14:textId="77777777">
        <w:tc>
          <w:tcPr>
            <w:tcW w:w="4962" w:type="dxa"/>
          </w:tcPr>
          <w:p w:rsidRPr="00223054" w:rsidR="0071620A" w:rsidP="009C54AE" w:rsidRDefault="00C61DC5" w14:paraId="5552F8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223054" w:rsidR="00C61DC5" w:rsidP="009C54AE" w:rsidRDefault="00C61DC5" w14:paraId="6B26F7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223054" w:rsidR="00C61DC5" w:rsidP="007455E1" w:rsidRDefault="007455E1" w14:paraId="50EAF6D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Pr="00223054" w:rsidR="0085747A" w:rsidTr="00923D7D" w14:paraId="4FCF33BB" w14:textId="77777777">
        <w:tc>
          <w:tcPr>
            <w:tcW w:w="4962" w:type="dxa"/>
          </w:tcPr>
          <w:p w:rsidRPr="00223054" w:rsidR="0085747A" w:rsidP="009C54AE" w:rsidRDefault="0085747A" w14:paraId="269690B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223054" w:rsidR="0085747A" w:rsidP="007455E1" w:rsidRDefault="007455E1" w14:paraId="793A620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Pr="00223054" w:rsidR="0085747A" w:rsidTr="00923D7D" w14:paraId="3C58CE16" w14:textId="77777777">
        <w:tc>
          <w:tcPr>
            <w:tcW w:w="4962" w:type="dxa"/>
          </w:tcPr>
          <w:p w:rsidRPr="00223054" w:rsidR="0085747A" w:rsidP="009C54AE" w:rsidRDefault="0085747A" w14:paraId="5B0065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0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223054" w:rsidR="0085747A" w:rsidP="007455E1" w:rsidRDefault="007455E1" w14:paraId="39458D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230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223054" w:rsidR="0085747A" w:rsidP="009C54AE" w:rsidRDefault="00923D7D" w14:paraId="35E6EA3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054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223054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223054" w:rsidR="003E1941" w:rsidP="009C54AE" w:rsidRDefault="003E1941" w14:paraId="76B46A7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71620A" w14:paraId="026453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6. </w:t>
      </w:r>
      <w:r w:rsidRPr="00223054" w:rsidR="0085747A">
        <w:rPr>
          <w:rFonts w:ascii="Corbel" w:hAnsi="Corbel"/>
          <w:smallCaps w:val="0"/>
          <w:szCs w:val="24"/>
        </w:rPr>
        <w:t>PRAKTYKI ZAWO</w:t>
      </w:r>
      <w:r w:rsidRPr="00223054" w:rsidR="009D3F3B">
        <w:rPr>
          <w:rFonts w:ascii="Corbel" w:hAnsi="Corbel"/>
          <w:smallCaps w:val="0"/>
          <w:szCs w:val="24"/>
        </w:rPr>
        <w:t>DOWE W RAMACH PRZEDMIOTU</w:t>
      </w:r>
    </w:p>
    <w:p w:rsidRPr="00223054" w:rsidR="0085747A" w:rsidP="009C54AE" w:rsidRDefault="0085747A" w14:paraId="5DEFEF4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223054" w:rsidR="00544F36" w:rsidTr="450FFCEB" w14:paraId="3BA66474" w14:textId="77777777">
        <w:trPr>
          <w:trHeight w:val="397"/>
        </w:trPr>
        <w:tc>
          <w:tcPr>
            <w:tcW w:w="3544" w:type="dxa"/>
            <w:tcMar/>
          </w:tcPr>
          <w:p w:rsidRPr="00223054" w:rsidR="00544F36" w:rsidP="00544F36" w:rsidRDefault="00544F36" w14:paraId="58BAA6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223054" w:rsidR="00544F36" w:rsidP="00544F36" w:rsidRDefault="00544F36" w14:paraId="0B9704F8" w14:textId="7747A2C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47E4A">
              <w:t>Nie dotyczy</w:t>
            </w:r>
          </w:p>
        </w:tc>
      </w:tr>
      <w:tr w:rsidRPr="00223054" w:rsidR="00544F36" w:rsidTr="450FFCEB" w14:paraId="429BD6A0" w14:textId="77777777">
        <w:trPr>
          <w:trHeight w:val="397"/>
        </w:trPr>
        <w:tc>
          <w:tcPr>
            <w:tcW w:w="3544" w:type="dxa"/>
            <w:tcMar/>
          </w:tcPr>
          <w:p w:rsidRPr="00223054" w:rsidR="00544F36" w:rsidP="00544F36" w:rsidRDefault="00544F36" w14:paraId="79687F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0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223054" w:rsidR="00544F36" w:rsidP="00544F36" w:rsidRDefault="00544F36" w14:paraId="38E19EF4" w14:textId="388505FE">
            <w:pPr>
              <w:rPr>
                <w:rFonts w:ascii="Corbel" w:hAnsi="Corbel"/>
                <w:b/>
                <w:smallCaps/>
                <w:szCs w:val="24"/>
              </w:rPr>
            </w:pPr>
            <w:r w:rsidRPr="00E47E4A">
              <w:t>Nie dotyczy</w:t>
            </w:r>
          </w:p>
        </w:tc>
      </w:tr>
    </w:tbl>
    <w:p w:rsidR="003E1941" w:rsidP="009C54AE" w:rsidRDefault="003E1941" w14:paraId="6F8585C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23054" w:rsidR="00223054" w:rsidP="009C54AE" w:rsidRDefault="00223054" w14:paraId="467C768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223054" w:rsidR="0085747A" w:rsidP="009C54AE" w:rsidRDefault="00675843" w14:paraId="2FDD030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054">
        <w:rPr>
          <w:rFonts w:ascii="Corbel" w:hAnsi="Corbel"/>
          <w:smallCaps w:val="0"/>
          <w:szCs w:val="24"/>
        </w:rPr>
        <w:t xml:space="preserve">7. </w:t>
      </w:r>
      <w:r w:rsidRPr="00223054" w:rsidR="0085747A">
        <w:rPr>
          <w:rFonts w:ascii="Corbel" w:hAnsi="Corbel"/>
          <w:smallCaps w:val="0"/>
          <w:szCs w:val="24"/>
        </w:rPr>
        <w:t>LITERATURA</w:t>
      </w:r>
      <w:r w:rsidRPr="00223054">
        <w:rPr>
          <w:rFonts w:ascii="Corbel" w:hAnsi="Corbel"/>
          <w:smallCaps w:val="0"/>
          <w:szCs w:val="24"/>
        </w:rPr>
        <w:t xml:space="preserve"> </w:t>
      </w:r>
    </w:p>
    <w:p w:rsidRPr="00223054" w:rsidR="00675843" w:rsidP="009C54AE" w:rsidRDefault="00675843" w14:paraId="4CC9C41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822"/>
      </w:tblGrid>
      <w:tr w:rsidRPr="00223054" w:rsidR="0085747A" w:rsidTr="450FFCEB" w14:paraId="54CB046C" w14:textId="77777777">
        <w:trPr>
          <w:trHeight w:val="397"/>
        </w:trPr>
        <w:tc>
          <w:tcPr>
            <w:tcW w:w="7513" w:type="dxa"/>
            <w:tcMar/>
          </w:tcPr>
          <w:p w:rsidRPr="003522C2" w:rsidR="0085747A" w:rsidP="00EF0668" w:rsidRDefault="0085747A" w14:paraId="73736D3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22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3522C2" w:rsidR="00223054" w:rsidP="003522C2" w:rsidRDefault="00223054" w14:paraId="2E316A7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3522C2" w:rsidR="007E2498" w:rsidP="003522C2" w:rsidRDefault="007E2498" w14:paraId="022DDED8" w14:textId="50CE57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Anzenbacher</w:t>
            </w:r>
            <w:proofErr w:type="spellEnd"/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(2008). Wprowadzenie do etyki</w:t>
            </w:r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Kraków: WAM.</w:t>
            </w:r>
          </w:p>
          <w:p w:rsidRPr="003522C2" w:rsidR="00EF0668" w:rsidP="450FFCEB" w:rsidRDefault="00EF0668" w14:paraId="38CE1366" w14:noSpellErr="1" w14:textId="4447EE1A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</w:p>
        </w:tc>
      </w:tr>
      <w:tr w:rsidRPr="00EC4C9D" w:rsidR="0085747A" w:rsidTr="450FFCEB" w14:paraId="72BF4455" w14:textId="77777777">
        <w:trPr>
          <w:trHeight w:val="397"/>
        </w:trPr>
        <w:tc>
          <w:tcPr>
            <w:tcW w:w="7513" w:type="dxa"/>
            <w:tcMar/>
          </w:tcPr>
          <w:p w:rsidRPr="003522C2" w:rsidR="0085747A" w:rsidP="009C54AE" w:rsidRDefault="0085747A" w14:paraId="0B75914F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522C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3522C2" w:rsidR="00223054" w:rsidP="009C54AE" w:rsidRDefault="00223054" w14:paraId="385430A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3522C2" w:rsidR="007E2498" w:rsidP="003522C2" w:rsidRDefault="007E2498" w14:paraId="558E51BF" w14:textId="3C232E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Bourke</w:t>
            </w:r>
            <w:proofErr w:type="spellEnd"/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</w:t>
            </w:r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(1994). Historia etyki</w:t>
            </w:r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Krupski.</w:t>
            </w:r>
          </w:p>
          <w:p w:rsidRPr="003522C2" w:rsidR="00C230E6" w:rsidP="003522C2" w:rsidRDefault="00C230E6" w14:paraId="68CC01B4" w14:textId="7E17BE8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Maritain</w:t>
            </w:r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(2001). Dziewięć wykładów o podstawowych pojęciach filozofii moralnej</w:t>
            </w:r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3522C2">
              <w:rPr>
                <w:rFonts w:ascii="Corbel" w:hAnsi="Corbel"/>
                <w:szCs w:val="24"/>
              </w:rPr>
              <w:t xml:space="preserve">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Lublin:</w:t>
            </w:r>
            <w:r w:rsidRPr="003522C2">
              <w:t xml:space="preserve">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Redakcja Wydawnictw KUL.</w:t>
            </w:r>
          </w:p>
          <w:p w:rsidRPr="00F94060" w:rsidR="00C230E6" w:rsidP="003522C2" w:rsidRDefault="00C230E6" w14:paraId="0A8342AA" w14:textId="76F1F6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Styczeń</w:t>
            </w:r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 (1995). </w:t>
            </w:r>
            <w:r w:rsidRPr="00F94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etyki</w:t>
            </w:r>
            <w:r w:rsidRPr="00F94060" w:rsidR="003522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94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Lublin: TN KUL.</w:t>
            </w:r>
          </w:p>
          <w:p w:rsidRPr="003522C2" w:rsidR="00E971E6" w:rsidP="0025078C" w:rsidRDefault="00E971E6" w14:paraId="4BC682A1" w14:textId="2C26A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Reamer, </w:t>
            </w:r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F. G.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The Evolution of Socia</w:t>
            </w:r>
            <w:r w:rsidRPr="003522C2" w:rsid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l Work Ethics: Bearing Witness. </w:t>
            </w:r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ADVANCES IN SOCIAL WORK (OCT 2013), </w:t>
            </w:r>
            <w:hyperlink w:history="1" r:id="rId11">
              <w:r w:rsidRPr="003522C2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https://journals.iupui.edu/index.php/advancesinsocialwork/article/view/14637</w:t>
              </w:r>
            </w:hyperlink>
            <w:r w:rsidRPr="003522C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</w:p>
          <w:p w:rsidRPr="003522C2" w:rsidR="0077143D" w:rsidP="0077143D" w:rsidRDefault="0077143D" w14:paraId="321535D7" w14:textId="371096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Pr="00E971E6" w:rsidR="0085747A" w:rsidP="009C54AE" w:rsidRDefault="0085747A" w14:paraId="2EAD58CE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Pr="00223054" w:rsidR="0085747A" w:rsidP="00F83B28" w:rsidRDefault="0085747A" w14:paraId="7152710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0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223054" w:rsidR="0085747A" w:rsidSect="0085747A">
      <w:footerReference w:type="default" r:id="rId12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50D23" w:rsidP="00C16ABF" w:rsidRDefault="00D50D23" w14:paraId="7695E660" w14:textId="77777777">
      <w:pPr>
        <w:spacing w:after="0" w:line="240" w:lineRule="auto"/>
      </w:pPr>
      <w:r>
        <w:separator/>
      </w:r>
    </w:p>
  </w:endnote>
  <w:endnote w:type="continuationSeparator" w:id="0">
    <w:p w:rsidR="00D50D23" w:rsidP="00C16ABF" w:rsidRDefault="00D50D23" w14:paraId="62AABB3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3093681"/>
      <w:docPartObj>
        <w:docPartGallery w:val="Page Numbers (Bottom of Page)"/>
        <w:docPartUnique/>
      </w:docPartObj>
    </w:sdtPr>
    <w:sdtContent>
      <w:p w:rsidR="00223054" w:rsidRDefault="00223054" w14:paraId="11B633F5" w14:textId="3FD5643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78C">
          <w:rPr>
            <w:noProof/>
          </w:rPr>
          <w:t>4</w:t>
        </w:r>
        <w:r>
          <w:fldChar w:fldCharType="end"/>
        </w:r>
      </w:p>
    </w:sdtContent>
  </w:sdt>
  <w:p w:rsidR="00223054" w:rsidRDefault="00223054" w14:paraId="15F40244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50D23" w:rsidP="00C16ABF" w:rsidRDefault="00D50D23" w14:paraId="273A3761" w14:textId="77777777">
      <w:pPr>
        <w:spacing w:after="0" w:line="240" w:lineRule="auto"/>
      </w:pPr>
      <w:r>
        <w:separator/>
      </w:r>
    </w:p>
  </w:footnote>
  <w:footnote w:type="continuationSeparator" w:id="0">
    <w:p w:rsidR="00D50D23" w:rsidP="00C16ABF" w:rsidRDefault="00D50D23" w14:paraId="5463FE2E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7C0386D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56126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A02"/>
    <w:rsid w:val="0001256D"/>
    <w:rsid w:val="00015B8F"/>
    <w:rsid w:val="00022ECE"/>
    <w:rsid w:val="00042A51"/>
    <w:rsid w:val="00042D2E"/>
    <w:rsid w:val="00044C82"/>
    <w:rsid w:val="00070ED6"/>
    <w:rsid w:val="000742DC"/>
    <w:rsid w:val="00084C12"/>
    <w:rsid w:val="0008662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01C"/>
    <w:rsid w:val="000D04B0"/>
    <w:rsid w:val="000F1C57"/>
    <w:rsid w:val="000F5615"/>
    <w:rsid w:val="000F5DF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3054"/>
    <w:rsid w:val="0022477D"/>
    <w:rsid w:val="002278A9"/>
    <w:rsid w:val="002336F9"/>
    <w:rsid w:val="0024028F"/>
    <w:rsid w:val="00244ABC"/>
    <w:rsid w:val="0025078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FEB"/>
    <w:rsid w:val="00346FE9"/>
    <w:rsid w:val="0034759A"/>
    <w:rsid w:val="003503F6"/>
    <w:rsid w:val="00351D74"/>
    <w:rsid w:val="003522C2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967"/>
    <w:rsid w:val="004706D1"/>
    <w:rsid w:val="00471326"/>
    <w:rsid w:val="0047598D"/>
    <w:rsid w:val="004840FD"/>
    <w:rsid w:val="00490F7D"/>
    <w:rsid w:val="00491678"/>
    <w:rsid w:val="0049302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F36"/>
    <w:rsid w:val="00545EAB"/>
    <w:rsid w:val="0056696D"/>
    <w:rsid w:val="0059484D"/>
    <w:rsid w:val="005A0855"/>
    <w:rsid w:val="005A3196"/>
    <w:rsid w:val="005B2A58"/>
    <w:rsid w:val="005C080F"/>
    <w:rsid w:val="005C55E5"/>
    <w:rsid w:val="005C696A"/>
    <w:rsid w:val="005E6E85"/>
    <w:rsid w:val="005F30CE"/>
    <w:rsid w:val="005F31D2"/>
    <w:rsid w:val="0061029B"/>
    <w:rsid w:val="00617230"/>
    <w:rsid w:val="00621CE1"/>
    <w:rsid w:val="00627FC9"/>
    <w:rsid w:val="00647FA8"/>
    <w:rsid w:val="00650C5F"/>
    <w:rsid w:val="00654934"/>
    <w:rsid w:val="00657527"/>
    <w:rsid w:val="006620D9"/>
    <w:rsid w:val="00671958"/>
    <w:rsid w:val="00675843"/>
    <w:rsid w:val="006912D4"/>
    <w:rsid w:val="00696477"/>
    <w:rsid w:val="006A11A2"/>
    <w:rsid w:val="006D050F"/>
    <w:rsid w:val="006D6139"/>
    <w:rsid w:val="006E5D65"/>
    <w:rsid w:val="006F1282"/>
    <w:rsid w:val="006F1FBC"/>
    <w:rsid w:val="006F31E2"/>
    <w:rsid w:val="006F4621"/>
    <w:rsid w:val="00706544"/>
    <w:rsid w:val="007072BA"/>
    <w:rsid w:val="0071620A"/>
    <w:rsid w:val="00724677"/>
    <w:rsid w:val="00725459"/>
    <w:rsid w:val="007327BD"/>
    <w:rsid w:val="00734608"/>
    <w:rsid w:val="00745302"/>
    <w:rsid w:val="007455E1"/>
    <w:rsid w:val="007461D6"/>
    <w:rsid w:val="00746EC8"/>
    <w:rsid w:val="00763BF1"/>
    <w:rsid w:val="00765A36"/>
    <w:rsid w:val="00766FD4"/>
    <w:rsid w:val="0077143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498"/>
    <w:rsid w:val="007F4155"/>
    <w:rsid w:val="0081554D"/>
    <w:rsid w:val="0081707E"/>
    <w:rsid w:val="00836B7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86A"/>
    <w:rsid w:val="008F6E29"/>
    <w:rsid w:val="00916188"/>
    <w:rsid w:val="009220EB"/>
    <w:rsid w:val="00923D7D"/>
    <w:rsid w:val="009508DF"/>
    <w:rsid w:val="00950DAC"/>
    <w:rsid w:val="00954A07"/>
    <w:rsid w:val="00956AAD"/>
    <w:rsid w:val="009866B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C99"/>
    <w:rsid w:val="00AB053C"/>
    <w:rsid w:val="00AC442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0B86"/>
    <w:rsid w:val="00B66529"/>
    <w:rsid w:val="00B75946"/>
    <w:rsid w:val="00B8056E"/>
    <w:rsid w:val="00B819C8"/>
    <w:rsid w:val="00B82308"/>
    <w:rsid w:val="00B90885"/>
    <w:rsid w:val="00B9618E"/>
    <w:rsid w:val="00BB2045"/>
    <w:rsid w:val="00BB520A"/>
    <w:rsid w:val="00BB644B"/>
    <w:rsid w:val="00BD3869"/>
    <w:rsid w:val="00BD66E9"/>
    <w:rsid w:val="00BD6FF4"/>
    <w:rsid w:val="00BF2C41"/>
    <w:rsid w:val="00BF405A"/>
    <w:rsid w:val="00C058B4"/>
    <w:rsid w:val="00C05F44"/>
    <w:rsid w:val="00C131B5"/>
    <w:rsid w:val="00C16ABF"/>
    <w:rsid w:val="00C170AE"/>
    <w:rsid w:val="00C230E6"/>
    <w:rsid w:val="00C26CB7"/>
    <w:rsid w:val="00C324C1"/>
    <w:rsid w:val="00C36992"/>
    <w:rsid w:val="00C56036"/>
    <w:rsid w:val="00C61DC5"/>
    <w:rsid w:val="00C67E92"/>
    <w:rsid w:val="00C70A26"/>
    <w:rsid w:val="00C766DF"/>
    <w:rsid w:val="00C80A35"/>
    <w:rsid w:val="00C84F6C"/>
    <w:rsid w:val="00C94B98"/>
    <w:rsid w:val="00CA2B96"/>
    <w:rsid w:val="00CA5089"/>
    <w:rsid w:val="00CB62AD"/>
    <w:rsid w:val="00CD6897"/>
    <w:rsid w:val="00CE5BAC"/>
    <w:rsid w:val="00CF25BE"/>
    <w:rsid w:val="00CF78ED"/>
    <w:rsid w:val="00D01AEC"/>
    <w:rsid w:val="00D02B25"/>
    <w:rsid w:val="00D02EBA"/>
    <w:rsid w:val="00D17C3C"/>
    <w:rsid w:val="00D26B2C"/>
    <w:rsid w:val="00D352C9"/>
    <w:rsid w:val="00D425B2"/>
    <w:rsid w:val="00D428D6"/>
    <w:rsid w:val="00D50D23"/>
    <w:rsid w:val="00D552B2"/>
    <w:rsid w:val="00D608D1"/>
    <w:rsid w:val="00D6530F"/>
    <w:rsid w:val="00D74119"/>
    <w:rsid w:val="00D804DD"/>
    <w:rsid w:val="00D8075B"/>
    <w:rsid w:val="00D8678B"/>
    <w:rsid w:val="00DA2114"/>
    <w:rsid w:val="00DD1A2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08C"/>
    <w:rsid w:val="00E87850"/>
    <w:rsid w:val="00E960BB"/>
    <w:rsid w:val="00E971E6"/>
    <w:rsid w:val="00EA2074"/>
    <w:rsid w:val="00EA4832"/>
    <w:rsid w:val="00EA4E9D"/>
    <w:rsid w:val="00EC4899"/>
    <w:rsid w:val="00EC4C9D"/>
    <w:rsid w:val="00ED03AB"/>
    <w:rsid w:val="00ED32D2"/>
    <w:rsid w:val="00EE32DE"/>
    <w:rsid w:val="00EE5457"/>
    <w:rsid w:val="00EF0668"/>
    <w:rsid w:val="00F070AB"/>
    <w:rsid w:val="00F17567"/>
    <w:rsid w:val="00F27A7B"/>
    <w:rsid w:val="00F526AF"/>
    <w:rsid w:val="00F617C3"/>
    <w:rsid w:val="00F7066B"/>
    <w:rsid w:val="00F75959"/>
    <w:rsid w:val="00F83B28"/>
    <w:rsid w:val="00F94060"/>
    <w:rsid w:val="00F974DA"/>
    <w:rsid w:val="00FA4321"/>
    <w:rsid w:val="00FA46E5"/>
    <w:rsid w:val="00FB7DBA"/>
    <w:rsid w:val="00FC0C96"/>
    <w:rsid w:val="00FC1C25"/>
    <w:rsid w:val="00FC3F45"/>
    <w:rsid w:val="00FD503F"/>
    <w:rsid w:val="00FD7589"/>
    <w:rsid w:val="00FF016A"/>
    <w:rsid w:val="00FF1401"/>
    <w:rsid w:val="00FF5E7D"/>
    <w:rsid w:val="217833A6"/>
    <w:rsid w:val="450FFCEB"/>
    <w:rsid w:val="5BDCEA5A"/>
    <w:rsid w:val="62E3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8B002"/>
  <w15:docId w15:val="{A937140C-6C7B-4EDE-BA20-F7AB1C37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5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journals.iupui.edu/index.php/advancesinsocialwork/article/view/14637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6184FE-A114-4A59-9BFA-EE033A769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9BAAB2-65DA-429E-9B42-F1B7484F1D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2BC35-E45A-4134-A6B2-FC63A442BE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AFEB36-8976-4119-BBB5-05BF234B7A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11</revision>
  <lastPrinted>2019-02-06T12:12:00.0000000Z</lastPrinted>
  <dcterms:created xsi:type="dcterms:W3CDTF">2021-09-29T09:08:00.0000000Z</dcterms:created>
  <dcterms:modified xsi:type="dcterms:W3CDTF">2024-08-05T10:22:14.1461909Z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